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55E11058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25C4A">
        <w:rPr>
          <w:b/>
          <w:color w:val="FF5200" w:themeColor="accent2"/>
          <w:sz w:val="36"/>
          <w:szCs w:val="36"/>
        </w:rPr>
        <w:t>Krycí list nabídky</w:t>
      </w:r>
      <w:r w:rsidR="0031280B" w:rsidRPr="00B25C4A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B25C4A" w:rsidRPr="00B25C4A">
        <w:rPr>
          <w:b/>
          <w:color w:val="FF5200" w:themeColor="accent2"/>
          <w:sz w:val="36"/>
          <w:szCs w:val="36"/>
        </w:rPr>
        <w:t xml:space="preserve">Nákup licencí SW </w:t>
      </w:r>
      <w:proofErr w:type="spellStart"/>
      <w:r w:rsidR="00B25C4A" w:rsidRPr="00B25C4A">
        <w:rPr>
          <w:b/>
          <w:color w:val="FF5200" w:themeColor="accent2"/>
          <w:sz w:val="36"/>
          <w:szCs w:val="36"/>
        </w:rPr>
        <w:t>OpenRail</w:t>
      </w:r>
      <w:proofErr w:type="spellEnd"/>
      <w:r w:rsidR="00B25C4A" w:rsidRPr="00B25C4A">
        <w:rPr>
          <w:b/>
          <w:color w:val="FF5200" w:themeColor="accent2"/>
          <w:sz w:val="36"/>
          <w:szCs w:val="36"/>
        </w:rPr>
        <w:t xml:space="preserve"> Designer</w:t>
      </w:r>
      <w:r w:rsidR="0031280B" w:rsidRPr="00B25C4A">
        <w:rPr>
          <w:b/>
          <w:color w:val="FF5200" w:themeColor="accent2"/>
          <w:sz w:val="36"/>
          <w:szCs w:val="36"/>
        </w:rPr>
        <w:t>“</w:t>
      </w:r>
      <w:r w:rsidR="000128D4" w:rsidRPr="00B25C4A">
        <w:rPr>
          <w:b/>
          <w:color w:val="FF5200" w:themeColor="accent2"/>
          <w:sz w:val="36"/>
          <w:szCs w:val="36"/>
        </w:rPr>
        <w:t xml:space="preserve"> vedené pod </w:t>
      </w:r>
      <w:proofErr w:type="gramStart"/>
      <w:r w:rsidR="000128D4" w:rsidRPr="00B25C4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proofErr w:type="gramEnd"/>
      <w:r w:rsidR="000128D4" w:rsidRPr="00B25C4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B25C4A" w:rsidRPr="00B25C4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19455/2022-</w:t>
      </w:r>
      <w:r w:rsidR="00B25C4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6417B23" w14:textId="77777777" w:rsidR="00B25C4A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291DCB27" w14:textId="0BEB4448" w:rsidR="00B25C4A" w:rsidRDefault="007541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7720414" w:history="1">
            <w:r w:rsidR="00B25C4A" w:rsidRPr="00DF3A92">
              <w:rPr>
                <w:rStyle w:val="Hypertextovodkaz"/>
                <w:noProof/>
              </w:rPr>
              <w:t>Kapitola 1.</w:t>
            </w:r>
            <w:r w:rsidR="00B25C4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B25C4A" w:rsidRPr="00DF3A92">
              <w:rPr>
                <w:rStyle w:val="Hypertextovodkaz"/>
                <w:noProof/>
              </w:rPr>
              <w:t>Základní údaje k nabídce</w:t>
            </w:r>
            <w:r w:rsidR="00B25C4A">
              <w:rPr>
                <w:noProof/>
                <w:webHidden/>
              </w:rPr>
              <w:tab/>
            </w:r>
            <w:r w:rsidR="00B25C4A">
              <w:rPr>
                <w:noProof/>
                <w:webHidden/>
              </w:rPr>
              <w:fldChar w:fldCharType="begin"/>
            </w:r>
            <w:r w:rsidR="00B25C4A">
              <w:rPr>
                <w:noProof/>
                <w:webHidden/>
              </w:rPr>
              <w:instrText xml:space="preserve"> PAGEREF _Toc97720414 \h </w:instrText>
            </w:r>
            <w:r w:rsidR="00B25C4A">
              <w:rPr>
                <w:noProof/>
                <w:webHidden/>
              </w:rPr>
            </w:r>
            <w:r w:rsidR="00B25C4A">
              <w:rPr>
                <w:noProof/>
                <w:webHidden/>
              </w:rPr>
              <w:fldChar w:fldCharType="separate"/>
            </w:r>
            <w:r w:rsidR="00B25C4A">
              <w:rPr>
                <w:noProof/>
                <w:webHidden/>
              </w:rPr>
              <w:t>2</w:t>
            </w:r>
            <w:r w:rsidR="00B25C4A">
              <w:rPr>
                <w:noProof/>
                <w:webHidden/>
              </w:rPr>
              <w:fldChar w:fldCharType="end"/>
            </w:r>
          </w:hyperlink>
        </w:p>
        <w:p w14:paraId="77075E0C" w14:textId="0C629108" w:rsidR="00B25C4A" w:rsidRDefault="007541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7720415" w:history="1">
            <w:r w:rsidR="00B25C4A" w:rsidRPr="00DF3A92">
              <w:rPr>
                <w:rStyle w:val="Hypertextovodkaz"/>
                <w:noProof/>
              </w:rPr>
              <w:t>Kapitola 2.</w:t>
            </w:r>
            <w:r w:rsidR="00B25C4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B25C4A" w:rsidRPr="00DF3A92">
              <w:rPr>
                <w:rStyle w:val="Hypertextovodkaz"/>
                <w:noProof/>
              </w:rPr>
              <w:t>Čestné prohlášení o splnění základní způsobilosti</w:t>
            </w:r>
            <w:r w:rsidR="00B25C4A">
              <w:rPr>
                <w:noProof/>
                <w:webHidden/>
              </w:rPr>
              <w:tab/>
            </w:r>
            <w:r w:rsidR="00B25C4A">
              <w:rPr>
                <w:noProof/>
                <w:webHidden/>
              </w:rPr>
              <w:fldChar w:fldCharType="begin"/>
            </w:r>
            <w:r w:rsidR="00B25C4A">
              <w:rPr>
                <w:noProof/>
                <w:webHidden/>
              </w:rPr>
              <w:instrText xml:space="preserve"> PAGEREF _Toc97720415 \h </w:instrText>
            </w:r>
            <w:r w:rsidR="00B25C4A">
              <w:rPr>
                <w:noProof/>
                <w:webHidden/>
              </w:rPr>
            </w:r>
            <w:r w:rsidR="00B25C4A">
              <w:rPr>
                <w:noProof/>
                <w:webHidden/>
              </w:rPr>
              <w:fldChar w:fldCharType="separate"/>
            </w:r>
            <w:r w:rsidR="00B25C4A">
              <w:rPr>
                <w:noProof/>
                <w:webHidden/>
              </w:rPr>
              <w:t>3</w:t>
            </w:r>
            <w:r w:rsidR="00B25C4A">
              <w:rPr>
                <w:noProof/>
                <w:webHidden/>
              </w:rPr>
              <w:fldChar w:fldCharType="end"/>
            </w:r>
          </w:hyperlink>
        </w:p>
        <w:p w14:paraId="70AFEC1D" w14:textId="070013F2" w:rsidR="00B25C4A" w:rsidRDefault="007541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7720416" w:history="1">
            <w:r w:rsidR="00B25C4A" w:rsidRPr="00DF3A92">
              <w:rPr>
                <w:rStyle w:val="Hypertextovodkaz"/>
                <w:noProof/>
              </w:rPr>
              <w:t>Kapitola 3.</w:t>
            </w:r>
            <w:r w:rsidR="00B25C4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B25C4A" w:rsidRPr="00DF3A92">
              <w:rPr>
                <w:rStyle w:val="Hypertextovodkaz"/>
                <w:noProof/>
              </w:rPr>
              <w:t>Čestné prohlášení účastníka k neuzavření zakázaných dohod</w:t>
            </w:r>
            <w:r w:rsidR="00B25C4A">
              <w:rPr>
                <w:noProof/>
                <w:webHidden/>
              </w:rPr>
              <w:tab/>
            </w:r>
            <w:r w:rsidR="00B25C4A">
              <w:rPr>
                <w:noProof/>
                <w:webHidden/>
              </w:rPr>
              <w:fldChar w:fldCharType="begin"/>
            </w:r>
            <w:r w:rsidR="00B25C4A">
              <w:rPr>
                <w:noProof/>
                <w:webHidden/>
              </w:rPr>
              <w:instrText xml:space="preserve"> PAGEREF _Toc97720416 \h </w:instrText>
            </w:r>
            <w:r w:rsidR="00B25C4A">
              <w:rPr>
                <w:noProof/>
                <w:webHidden/>
              </w:rPr>
            </w:r>
            <w:r w:rsidR="00B25C4A">
              <w:rPr>
                <w:noProof/>
                <w:webHidden/>
              </w:rPr>
              <w:fldChar w:fldCharType="separate"/>
            </w:r>
            <w:r w:rsidR="00B25C4A">
              <w:rPr>
                <w:noProof/>
                <w:webHidden/>
              </w:rPr>
              <w:t>4</w:t>
            </w:r>
            <w:r w:rsidR="00B25C4A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97720414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672D371B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 w:rsidRPr="00B25C4A">
        <w:t>Výzvy k podání nabíd</w:t>
      </w:r>
      <w:r w:rsidR="004C76E9" w:rsidRPr="00B25C4A">
        <w:t>ky</w:t>
      </w:r>
      <w:r w:rsidRPr="00B25C4A">
        <w:t xml:space="preserve"> na veřejnou zakázku zadávanou</w:t>
      </w:r>
      <w:r w:rsidR="004C76E9" w:rsidRPr="00B25C4A">
        <w:t xml:space="preserve"> jako </w:t>
      </w:r>
      <w:r w:rsidR="000128D4" w:rsidRPr="00B25C4A">
        <w:rPr>
          <w:rFonts w:eastAsia="Times New Roman" w:cs="Times New Roman"/>
          <w:lang w:eastAsia="cs-CZ"/>
        </w:rPr>
        <w:t>podlimitní sektorovou veřejnou zakázku</w:t>
      </w:r>
      <w:r w:rsidRPr="00B25C4A">
        <w:t>, jsou pravdivé</w:t>
      </w:r>
      <w:r w:rsidR="009771C9" w:rsidRPr="00B25C4A">
        <w:t>, úplné a odpovídají skutečnosti</w:t>
      </w:r>
      <w:r w:rsidRPr="00B25C4A">
        <w:t xml:space="preserve">. Účastník si je vědom důsledků záměrného uvedení nepravdivých údajů, které v rovině tohoto zadávacího řízení </w:t>
      </w:r>
      <w:r w:rsidR="009771C9" w:rsidRPr="00B25C4A">
        <w:t>mohou vést až</w:t>
      </w:r>
      <w:r w:rsidR="009771C9">
        <w:t xml:space="preserve">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4F74B77A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DD4BA7">
        <w:t xml:space="preserve"> </w:t>
      </w:r>
      <w:r w:rsidR="00DD4BA7" w:rsidRPr="00DD4BA7">
        <w:rPr>
          <w:highlight w:val="green"/>
        </w:rPr>
        <w:t>XX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754174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75417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154646CF" w:rsidR="00E85D44" w:rsidRDefault="00E85D44" w:rsidP="00996617">
      <w:pPr>
        <w:tabs>
          <w:tab w:val="left" w:pos="7125"/>
        </w:tabs>
        <w:spacing w:after="0"/>
      </w:pPr>
    </w:p>
    <w:p w14:paraId="44171E95" w14:textId="0DB01FF9" w:rsidR="00B25C4A" w:rsidRDefault="00B25C4A" w:rsidP="00996617">
      <w:pPr>
        <w:tabs>
          <w:tab w:val="left" w:pos="7125"/>
        </w:tabs>
        <w:spacing w:after="0"/>
      </w:pPr>
    </w:p>
    <w:p w14:paraId="38C73E8B" w14:textId="086376A7" w:rsidR="00B25C4A" w:rsidRDefault="00B25C4A" w:rsidP="00996617">
      <w:pPr>
        <w:tabs>
          <w:tab w:val="left" w:pos="7125"/>
        </w:tabs>
        <w:spacing w:after="0"/>
      </w:pPr>
    </w:p>
    <w:p w14:paraId="6ACBA913" w14:textId="0AED6779" w:rsidR="00B25C4A" w:rsidRDefault="00B25C4A" w:rsidP="00996617">
      <w:pPr>
        <w:tabs>
          <w:tab w:val="left" w:pos="7125"/>
        </w:tabs>
        <w:spacing w:after="0"/>
      </w:pPr>
    </w:p>
    <w:p w14:paraId="50A74FDE" w14:textId="3F5142B6" w:rsidR="00B25C4A" w:rsidRDefault="00B25C4A" w:rsidP="00996617">
      <w:pPr>
        <w:tabs>
          <w:tab w:val="left" w:pos="7125"/>
        </w:tabs>
        <w:spacing w:after="0"/>
      </w:pPr>
    </w:p>
    <w:p w14:paraId="2B79232D" w14:textId="3DB6A524" w:rsidR="00B25C4A" w:rsidRDefault="00B25C4A" w:rsidP="00996617">
      <w:pPr>
        <w:tabs>
          <w:tab w:val="left" w:pos="7125"/>
        </w:tabs>
        <w:spacing w:after="0"/>
      </w:pPr>
    </w:p>
    <w:p w14:paraId="22EA1E76" w14:textId="607252C7" w:rsidR="00B25C4A" w:rsidRDefault="00B25C4A" w:rsidP="00996617">
      <w:pPr>
        <w:tabs>
          <w:tab w:val="left" w:pos="7125"/>
        </w:tabs>
        <w:spacing w:after="0"/>
      </w:pPr>
    </w:p>
    <w:p w14:paraId="1CDE9262" w14:textId="23AC4AB0" w:rsidR="001F17DA" w:rsidRDefault="001F17DA" w:rsidP="00996617">
      <w:pPr>
        <w:tabs>
          <w:tab w:val="left" w:pos="7125"/>
        </w:tabs>
        <w:spacing w:after="0"/>
      </w:pPr>
    </w:p>
    <w:p w14:paraId="23B9F604" w14:textId="77777777" w:rsidR="001F17DA" w:rsidRDefault="001F17DA" w:rsidP="00996617">
      <w:pPr>
        <w:tabs>
          <w:tab w:val="left" w:pos="7125"/>
        </w:tabs>
        <w:spacing w:after="0"/>
      </w:pPr>
      <w:bookmarkStart w:id="1" w:name="_GoBack"/>
      <w:bookmarkEnd w:id="1"/>
    </w:p>
    <w:p w14:paraId="37BBE0E8" w14:textId="3E45562C" w:rsidR="00B25C4A" w:rsidRDefault="00B25C4A" w:rsidP="00996617">
      <w:pPr>
        <w:tabs>
          <w:tab w:val="left" w:pos="7125"/>
        </w:tabs>
        <w:spacing w:after="0"/>
      </w:pPr>
    </w:p>
    <w:p w14:paraId="05079A2C" w14:textId="5659F0E9" w:rsidR="00B25C4A" w:rsidRDefault="00B25C4A" w:rsidP="00996617">
      <w:pPr>
        <w:tabs>
          <w:tab w:val="left" w:pos="7125"/>
        </w:tabs>
        <w:spacing w:after="0"/>
      </w:pPr>
    </w:p>
    <w:p w14:paraId="537BEF76" w14:textId="4ABE060D" w:rsidR="00B25C4A" w:rsidRDefault="00B25C4A" w:rsidP="00996617">
      <w:pPr>
        <w:tabs>
          <w:tab w:val="left" w:pos="7125"/>
        </w:tabs>
        <w:spacing w:after="0"/>
      </w:pPr>
    </w:p>
    <w:p w14:paraId="76FB09C5" w14:textId="4ACE7A72" w:rsidR="00B25C4A" w:rsidRDefault="00B25C4A" w:rsidP="00996617">
      <w:pPr>
        <w:tabs>
          <w:tab w:val="left" w:pos="7125"/>
        </w:tabs>
        <w:spacing w:after="0"/>
      </w:pPr>
    </w:p>
    <w:p w14:paraId="6E3C4AFE" w14:textId="18B140EB" w:rsidR="00B25C4A" w:rsidRDefault="00B25C4A" w:rsidP="00996617">
      <w:pPr>
        <w:tabs>
          <w:tab w:val="left" w:pos="7125"/>
        </w:tabs>
        <w:spacing w:after="0"/>
      </w:pPr>
    </w:p>
    <w:p w14:paraId="63142839" w14:textId="26D58D75" w:rsidR="00B25C4A" w:rsidRDefault="00B25C4A" w:rsidP="00996617">
      <w:pPr>
        <w:tabs>
          <w:tab w:val="left" w:pos="7125"/>
        </w:tabs>
        <w:spacing w:after="0"/>
      </w:pPr>
    </w:p>
    <w:p w14:paraId="69A08610" w14:textId="0812A478" w:rsidR="00B25C4A" w:rsidRDefault="00B25C4A" w:rsidP="00996617">
      <w:pPr>
        <w:tabs>
          <w:tab w:val="left" w:pos="7125"/>
        </w:tabs>
        <w:spacing w:after="0"/>
      </w:pPr>
    </w:p>
    <w:p w14:paraId="4E3C43AB" w14:textId="0B63A2AE" w:rsidR="00B25C4A" w:rsidRDefault="00B25C4A" w:rsidP="00996617">
      <w:pPr>
        <w:tabs>
          <w:tab w:val="left" w:pos="7125"/>
        </w:tabs>
        <w:spacing w:after="0"/>
      </w:pPr>
    </w:p>
    <w:p w14:paraId="08649680" w14:textId="34B3C66D" w:rsidR="00B25C4A" w:rsidRDefault="00B25C4A" w:rsidP="00996617">
      <w:pPr>
        <w:tabs>
          <w:tab w:val="left" w:pos="7125"/>
        </w:tabs>
        <w:spacing w:after="0"/>
      </w:pPr>
    </w:p>
    <w:p w14:paraId="6FD00B87" w14:textId="0EAB52F6" w:rsidR="00B25C4A" w:rsidRDefault="00B25C4A" w:rsidP="00996617">
      <w:pPr>
        <w:tabs>
          <w:tab w:val="left" w:pos="7125"/>
        </w:tabs>
        <w:spacing w:after="0"/>
      </w:pPr>
    </w:p>
    <w:p w14:paraId="5D9A6110" w14:textId="7B66B733" w:rsidR="00B25C4A" w:rsidRDefault="00B25C4A" w:rsidP="00996617">
      <w:pPr>
        <w:tabs>
          <w:tab w:val="left" w:pos="7125"/>
        </w:tabs>
        <w:spacing w:after="0"/>
      </w:pPr>
    </w:p>
    <w:p w14:paraId="2E8F15D7" w14:textId="2FEF3A50" w:rsidR="00B25C4A" w:rsidRDefault="00B25C4A" w:rsidP="00996617">
      <w:pPr>
        <w:tabs>
          <w:tab w:val="left" w:pos="7125"/>
        </w:tabs>
        <w:spacing w:after="0"/>
      </w:pPr>
    </w:p>
    <w:p w14:paraId="079CC9A9" w14:textId="1F50047B" w:rsidR="00B25C4A" w:rsidRDefault="00B25C4A" w:rsidP="00996617">
      <w:pPr>
        <w:tabs>
          <w:tab w:val="left" w:pos="7125"/>
        </w:tabs>
        <w:spacing w:after="0"/>
      </w:pPr>
    </w:p>
    <w:p w14:paraId="5BC8A06C" w14:textId="53304470" w:rsidR="00B25C4A" w:rsidRDefault="00B25C4A" w:rsidP="00996617">
      <w:pPr>
        <w:tabs>
          <w:tab w:val="left" w:pos="7125"/>
        </w:tabs>
        <w:spacing w:after="0"/>
      </w:pPr>
    </w:p>
    <w:p w14:paraId="7DBE5C84" w14:textId="2F7D8883" w:rsidR="00B25C4A" w:rsidRDefault="00B25C4A" w:rsidP="00996617">
      <w:pPr>
        <w:tabs>
          <w:tab w:val="left" w:pos="7125"/>
        </w:tabs>
        <w:spacing w:after="0"/>
      </w:pPr>
    </w:p>
    <w:p w14:paraId="7DEAD2A4" w14:textId="1F9C70BB" w:rsidR="00B25C4A" w:rsidRDefault="00B25C4A" w:rsidP="00996617">
      <w:pPr>
        <w:tabs>
          <w:tab w:val="left" w:pos="7125"/>
        </w:tabs>
        <w:spacing w:after="0"/>
      </w:pPr>
    </w:p>
    <w:p w14:paraId="4F9D66C9" w14:textId="77777777" w:rsidR="00B25C4A" w:rsidRDefault="00B25C4A" w:rsidP="00996617">
      <w:pPr>
        <w:tabs>
          <w:tab w:val="left" w:pos="7125"/>
        </w:tabs>
        <w:spacing w:after="0"/>
        <w:sectPr w:rsidR="00B25C4A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97720415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proofErr w:type="gramStart"/>
      <w:r>
        <w:rPr>
          <w:lang w:eastAsia="cs-CZ"/>
        </w:rPr>
        <w:t>účastník</w:t>
      </w:r>
      <w:proofErr w:type="gramEnd"/>
      <w:r>
        <w:rPr>
          <w:lang w:eastAsia="cs-CZ"/>
        </w:rPr>
        <w:t xml:space="preserve">, který podává tuto nabídku, tímto čestně prohlašuje, že není účastníkem, </w:t>
      </w:r>
      <w:proofErr w:type="gramStart"/>
      <w:r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97720416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42B07CA" w14:textId="0E1E0AF4" w:rsidR="0031280B" w:rsidRDefault="0031280B" w:rsidP="0031280B"/>
    <w:p w14:paraId="3196E299" w14:textId="52AABE2D" w:rsidR="00B25C4A" w:rsidRDefault="00B25C4A" w:rsidP="0031280B"/>
    <w:p w14:paraId="7B4E99EA" w14:textId="77777777" w:rsidR="00B25C4A" w:rsidRPr="00F6555E" w:rsidRDefault="00B25C4A" w:rsidP="0031280B"/>
    <w:p w14:paraId="61D6CCFD" w14:textId="77777777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F93CB5" w14:textId="77777777" w:rsidR="00754174" w:rsidRDefault="00754174" w:rsidP="00962258">
      <w:pPr>
        <w:spacing w:after="0" w:line="240" w:lineRule="auto"/>
      </w:pPr>
      <w:r>
        <w:separator/>
      </w:r>
    </w:p>
  </w:endnote>
  <w:endnote w:type="continuationSeparator" w:id="0">
    <w:p w14:paraId="33A16C2A" w14:textId="77777777" w:rsidR="00754174" w:rsidRDefault="0075417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2F0AE37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7D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7D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4DCBC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5CE7B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51775C6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7D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7D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141E5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C331C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5F80E45F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7D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7D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795A60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CD93B4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6BFD5A" w14:textId="77777777" w:rsidR="00754174" w:rsidRDefault="00754174" w:rsidP="00962258">
      <w:pPr>
        <w:spacing w:after="0" w:line="240" w:lineRule="auto"/>
      </w:pPr>
      <w:r>
        <w:separator/>
      </w:r>
    </w:p>
  </w:footnote>
  <w:footnote w:type="continuationSeparator" w:id="0">
    <w:p w14:paraId="6D20BDEF" w14:textId="77777777" w:rsidR="00754174" w:rsidRDefault="00754174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55"/>
    <w:rsid w:val="00045E47"/>
    <w:rsid w:val="00072C1E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17DA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05120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54174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10B3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25C4A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D4BA7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1F8CA"/>
  <w15:docId w15:val="{47FE880A-0F02-47C7-9CBC-5B46839F4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9A2AF80-9996-43A2-A712-640BE9566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4</Pages>
  <Words>527</Words>
  <Characters>3116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5</cp:revision>
  <cp:lastPrinted>2017-11-28T17:18:00Z</cp:lastPrinted>
  <dcterms:created xsi:type="dcterms:W3CDTF">2022-03-09T11:11:00Z</dcterms:created>
  <dcterms:modified xsi:type="dcterms:W3CDTF">2022-03-14T12:55:00Z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